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8FD" w:rsidRPr="007215FD" w:rsidRDefault="00D458FD">
      <w:pPr>
        <w:pStyle w:val="a3"/>
      </w:pPr>
    </w:p>
    <w:p w:rsidR="00D458FD" w:rsidRDefault="00B657AD">
      <w:pPr>
        <w:pStyle w:val="a4"/>
      </w:pPr>
      <w:r>
        <w:rPr>
          <w:rFonts w:hint="eastAsia"/>
        </w:rPr>
        <w:t xml:space="preserve">　</w:t>
      </w:r>
      <w:r w:rsidR="00D458FD">
        <w:rPr>
          <w:rFonts w:hint="eastAsia"/>
        </w:rPr>
        <w:t>題名</w:t>
      </w:r>
      <w:bookmarkStart w:id="0" w:name="_GoBack"/>
      <w:bookmarkEnd w:id="0"/>
    </w:p>
    <w:p w:rsidR="00D458FD" w:rsidRDefault="00935CFB">
      <w:pPr>
        <w:pStyle w:val="a5"/>
      </w:pPr>
      <w:r>
        <w:rPr>
          <w:rFonts w:hint="eastAsia"/>
        </w:rPr>
        <w:t xml:space="preserve">　　　　　　　　　　　　　　　　　　　　執筆者名</w:t>
      </w:r>
    </w:p>
    <w:p w:rsidR="00D458FD" w:rsidRDefault="00935CFB">
      <w:pPr>
        <w:pStyle w:val="a3"/>
      </w:pPr>
      <w:r>
        <w:rPr>
          <w:rFonts w:hint="eastAsia"/>
        </w:rPr>
        <w:t xml:space="preserve">　</w:t>
      </w:r>
    </w:p>
    <w:p w:rsidR="00D458FD" w:rsidRDefault="00D458FD">
      <w:pPr>
        <w:pStyle w:val="a3"/>
      </w:pPr>
    </w:p>
    <w:p w:rsidR="00D458FD" w:rsidRDefault="00D458FD">
      <w:pPr>
        <w:pStyle w:val="a3"/>
      </w:pPr>
    </w:p>
    <w:p w:rsidR="00D458FD" w:rsidRDefault="00D458FD">
      <w:pPr>
        <w:pStyle w:val="a3"/>
      </w:pPr>
    </w:p>
    <w:p w:rsidR="00D458FD" w:rsidRDefault="00D458FD">
      <w:pPr>
        <w:pStyle w:val="a3"/>
      </w:pPr>
    </w:p>
    <w:p w:rsidR="00D458FD" w:rsidRDefault="00D458FD">
      <w:pPr>
        <w:pStyle w:val="a3"/>
      </w:pPr>
    </w:p>
    <w:p w:rsidR="00D458FD" w:rsidRDefault="00D458FD">
      <w:pPr>
        <w:pStyle w:val="a3"/>
      </w:pPr>
    </w:p>
    <w:p w:rsidR="00D458FD" w:rsidRDefault="00D458FD">
      <w:pPr>
        <w:pStyle w:val="a3"/>
      </w:pPr>
    </w:p>
    <w:sectPr w:rsidR="00D458FD" w:rsidSect="003421EF">
      <w:footerReference w:type="even" r:id="rId7"/>
      <w:footerReference w:type="default" r:id="rId8"/>
      <w:pgSz w:w="8392" w:h="11907" w:code="11"/>
      <w:pgMar w:top="1247" w:right="1247" w:bottom="1814" w:left="1247" w:header="851" w:footer="567" w:gutter="0"/>
      <w:pgNumType w:start="1"/>
      <w:cols w:space="425"/>
      <w:textDirection w:val="tbRl"/>
      <w:docGrid w:type="linesAndChars" w:linePitch="346" w:charSpace="2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98F" w:rsidRDefault="00F3098F">
      <w:pPr>
        <w:spacing w:line="240" w:lineRule="auto"/>
      </w:pPr>
      <w:r>
        <w:separator/>
      </w:r>
    </w:p>
  </w:endnote>
  <w:endnote w:type="continuationSeparator" w:id="0">
    <w:p w:rsidR="00F3098F" w:rsidRDefault="00F309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8FD" w:rsidRDefault="00D458F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D458FD" w:rsidRDefault="00D458FD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8FD" w:rsidRDefault="00D458F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035E4">
      <w:rPr>
        <w:noProof/>
      </w:rPr>
      <w:t>1</w:t>
    </w:r>
    <w:r>
      <w:fldChar w:fldCharType="end"/>
    </w:r>
  </w:p>
  <w:p w:rsidR="00D458FD" w:rsidRDefault="00D458FD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98F" w:rsidRDefault="00F3098F">
      <w:pPr>
        <w:spacing w:line="240" w:lineRule="auto"/>
      </w:pPr>
      <w:r>
        <w:separator/>
      </w:r>
    </w:p>
  </w:footnote>
  <w:footnote w:type="continuationSeparator" w:id="0">
    <w:p w:rsidR="00F3098F" w:rsidRDefault="00F309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04E9B0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2286D45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628620A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C122E10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28E41BF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770BB6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782EC9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FB81B2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B961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256190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73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F11"/>
    <w:rsid w:val="00146CFB"/>
    <w:rsid w:val="002772FF"/>
    <w:rsid w:val="00336024"/>
    <w:rsid w:val="00340DF0"/>
    <w:rsid w:val="003421EF"/>
    <w:rsid w:val="00434B4D"/>
    <w:rsid w:val="006B4E07"/>
    <w:rsid w:val="007215FD"/>
    <w:rsid w:val="00935CFB"/>
    <w:rsid w:val="009944AB"/>
    <w:rsid w:val="00B657AD"/>
    <w:rsid w:val="00C035E4"/>
    <w:rsid w:val="00D458FD"/>
    <w:rsid w:val="00EE0D77"/>
    <w:rsid w:val="00F14F11"/>
    <w:rsid w:val="00F3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6ACFEF-87D9-440D-ABE9-407BA1564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line="341" w:lineRule="exact"/>
      <w:jc w:val="both"/>
    </w:pPr>
    <w:rPr>
      <w:rFonts w:ascii="ＭＳ 明朝" w:hAnsi="Century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ind w:leftChars="400" w:left="84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（椽）"/>
    <w:basedOn w:val="a"/>
    <w:pPr>
      <w:spacing w:line="361" w:lineRule="exact"/>
    </w:pPr>
  </w:style>
  <w:style w:type="paragraph" w:customStyle="1" w:styleId="a4">
    <w:name w:val="題名（椽）"/>
    <w:basedOn w:val="1"/>
    <w:next w:val="a5"/>
    <w:pPr>
      <w:keepNext w:val="0"/>
      <w:adjustRightInd w:val="0"/>
      <w:spacing w:before="722" w:after="361" w:line="361" w:lineRule="exact"/>
    </w:pPr>
    <w:rPr>
      <w:rFonts w:ascii="ＭＳ 明朝" w:eastAsia="ＭＳ 明朝"/>
      <w:b/>
      <w:sz w:val="36"/>
      <w:szCs w:val="36"/>
    </w:rPr>
  </w:style>
  <w:style w:type="paragraph" w:customStyle="1" w:styleId="a5">
    <w:name w:val="作者名（椽）"/>
    <w:basedOn w:val="4"/>
    <w:next w:val="a3"/>
    <w:pPr>
      <w:keepNext w:val="0"/>
      <w:adjustRightInd w:val="0"/>
      <w:spacing w:before="361" w:after="722" w:line="361" w:lineRule="exact"/>
      <w:ind w:leftChars="0" w:left="0"/>
    </w:pPr>
    <w:rPr>
      <w:sz w:val="32"/>
      <w:szCs w:val="32"/>
    </w:rPr>
  </w:style>
  <w:style w:type="paragraph" w:customStyle="1" w:styleId="A6">
    <w:name w:val="セクションA（椽）"/>
    <w:basedOn w:val="2"/>
    <w:next w:val="a3"/>
    <w:pPr>
      <w:keepNext w:val="0"/>
      <w:adjustRightInd w:val="0"/>
      <w:spacing w:before="722" w:after="361" w:line="361" w:lineRule="exact"/>
    </w:pPr>
    <w:rPr>
      <w:rFonts w:ascii="ＭＳ 明朝" w:eastAsia="ＭＳ 明朝"/>
      <w:b/>
      <w:sz w:val="28"/>
      <w:szCs w:val="28"/>
    </w:rPr>
  </w:style>
  <w:style w:type="paragraph" w:customStyle="1" w:styleId="B">
    <w:name w:val="セクションB(椽）"/>
    <w:basedOn w:val="4"/>
    <w:next w:val="a3"/>
    <w:pPr>
      <w:keepNext w:val="0"/>
      <w:adjustRightInd w:val="0"/>
      <w:spacing w:before="722" w:after="361" w:line="361" w:lineRule="exact"/>
      <w:ind w:leftChars="0" w:left="0"/>
    </w:pPr>
    <w:rPr>
      <w:sz w:val="24"/>
    </w:rPr>
  </w:style>
  <w:style w:type="paragraph" w:styleId="a7">
    <w:name w:val="header"/>
    <w:basedOn w:val="a"/>
    <w:link w:val="a8"/>
    <w:uiPriority w:val="99"/>
    <w:semiHidden/>
    <w:unhideWhenUsed/>
    <w:rsid w:val="00B65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B657AD"/>
    <w:rPr>
      <w:rFonts w:ascii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M&#65369;%20Data%20Files&#65288;&#27491;&#26412;&#65289;\&#21516;&#20154;&#35468;\&#12300;&#26941;&#12301;WORD&#12501;&#12457;&#12540;&#12510;&#12483;&#12488;\&#21442;&#32771;&#12501;&#12457;&#12540;&#12510;&#12483;&#12488;\&#12300;&#26941;&#12301;&#26412;&#25991;&#12501;&#12457;&#12540;&#12510;&#12483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「椽」本文フォーマット.dotx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題名</vt:lpstr>
      <vt:lpstr>　　題名</vt:lpstr>
    </vt:vector>
  </TitlesOfParts>
  <Company>self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題名</dc:title>
  <dc:subject/>
  <dc:creator>user</dc:creator>
  <cp:keywords/>
  <cp:lastModifiedBy>USER</cp:lastModifiedBy>
  <cp:revision>2</cp:revision>
  <dcterms:created xsi:type="dcterms:W3CDTF">2019-04-29T08:30:00Z</dcterms:created>
  <dcterms:modified xsi:type="dcterms:W3CDTF">2019-04-29T08:30:00Z</dcterms:modified>
</cp:coreProperties>
</file>